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D58" w:rsidRDefault="00777D58" w:rsidP="00777D58">
      <w:r>
        <w:rPr>
          <w:rStyle w:val="Strong"/>
        </w:rPr>
        <w:t>Tool Name:</w:t>
      </w:r>
      <w:r>
        <w:t xml:space="preserve"> </w:t>
      </w:r>
      <w:bookmarkStart w:id="0" w:name="Tools-Perf"/>
      <w:r>
        <w:t>h5</w:t>
      </w:r>
      <w:bookmarkEnd w:id="0"/>
      <w:r>
        <w:t xml:space="preserve">edit </w:t>
      </w:r>
    </w:p>
    <w:p w:rsidR="00777D58" w:rsidRDefault="00777D58" w:rsidP="00777D58">
      <w:r>
        <w:rPr>
          <w:rStyle w:val="Strong"/>
        </w:rPr>
        <w:t>Syntax:</w:t>
      </w:r>
      <w:r>
        <w:t xml:space="preserve"> </w:t>
      </w:r>
    </w:p>
    <w:p w:rsidR="00777D58" w:rsidRDefault="00777D58" w:rsidP="00777D58">
      <w:pPr>
        <w:ind w:left="720"/>
      </w:pPr>
      <w:r>
        <w:rPr>
          <w:rStyle w:val="HTMLCode"/>
        </w:rPr>
        <w:t xml:space="preserve">h5edit </w:t>
      </w:r>
      <w:r>
        <w:t>[</w:t>
      </w:r>
      <w:r>
        <w:rPr>
          <w:rStyle w:val="HTMLCode"/>
        </w:rPr>
        <w:t xml:space="preserve">-h </w:t>
      </w:r>
      <w:r>
        <w:t>|</w:t>
      </w:r>
      <w:r>
        <w:rPr>
          <w:rStyle w:val="HTMLCode"/>
        </w:rPr>
        <w:t xml:space="preserve"> --help</w:t>
      </w:r>
      <w:r>
        <w:t xml:space="preserve">] </w:t>
      </w:r>
    </w:p>
    <w:p w:rsidR="00777D58" w:rsidRDefault="00777D58" w:rsidP="00777D58">
      <w:pPr>
        <w:ind w:left="720"/>
      </w:pPr>
      <w:proofErr w:type="gramStart"/>
      <w:r>
        <w:rPr>
          <w:rStyle w:val="HTMLCode"/>
        </w:rPr>
        <w:t>h5edit</w:t>
      </w:r>
      <w:proofErr w:type="gramEnd"/>
      <w:r>
        <w:rPr>
          <w:rStyle w:val="HTMLCode"/>
        </w:rPr>
        <w:t xml:space="preserve"> </w:t>
      </w:r>
      <w:r>
        <w:rPr>
          <w:rStyle w:val="Emphasis"/>
        </w:rPr>
        <w:t>options parameter</w:t>
      </w:r>
      <w:r>
        <w:t xml:space="preserve"> </w:t>
      </w:r>
      <w:r>
        <w:rPr>
          <w:i/>
          <w:iCs/>
        </w:rPr>
        <w:t>h5file</w:t>
      </w:r>
    </w:p>
    <w:p w:rsidR="00777D58" w:rsidRDefault="00777D58" w:rsidP="00777D58">
      <w:r>
        <w:rPr>
          <w:rStyle w:val="Strong"/>
        </w:rPr>
        <w:t>Purpose:</w:t>
      </w:r>
      <w:r>
        <w:t xml:space="preserve"> </w:t>
      </w:r>
    </w:p>
    <w:p w:rsidR="00777D58" w:rsidRDefault="00777D58" w:rsidP="00777D58">
      <w:pPr>
        <w:ind w:left="720"/>
      </w:pPr>
      <w:r>
        <w:t xml:space="preserve">An HDF5 file editor. </w:t>
      </w:r>
    </w:p>
    <w:p w:rsidR="00777D58" w:rsidRDefault="00777D58" w:rsidP="00777D58">
      <w:r>
        <w:rPr>
          <w:rStyle w:val="Strong"/>
        </w:rPr>
        <w:t>Description:</w:t>
      </w:r>
      <w:r>
        <w:t xml:space="preserve"> </w:t>
      </w:r>
    </w:p>
    <w:p w:rsidR="00777D58" w:rsidRDefault="00777D58" w:rsidP="00777D58">
      <w:pPr>
        <w:ind w:left="720"/>
      </w:pPr>
      <w:proofErr w:type="gramStart"/>
      <w:r>
        <w:rPr>
          <w:rStyle w:val="HTMLCode"/>
        </w:rPr>
        <w:t>h5edit</w:t>
      </w:r>
      <w:proofErr w:type="gramEnd"/>
      <w:r>
        <w:t xml:space="preserve"> is a tool for editing an HDF5 file. The tool can read in a command file, written in </w:t>
      </w:r>
      <w:r w:rsidR="00665D21">
        <w:t xml:space="preserve">the </w:t>
      </w:r>
      <w:r>
        <w:t>H5</w:t>
      </w:r>
      <w:r w:rsidR="00665D21">
        <w:t>e</w:t>
      </w:r>
      <w:r>
        <w:t xml:space="preserve">dit Command Language, to edit the file accordingly. Commands can be given as command line option. This is intended for simple and short commands. The </w:t>
      </w:r>
      <w:r w:rsidR="00665D21">
        <w:t>H5e</w:t>
      </w:r>
      <w:r>
        <w:t>dit Command Language is define</w:t>
      </w:r>
      <w:r w:rsidR="00A47945">
        <w:t>d</w:t>
      </w:r>
      <w:r w:rsidR="00665D21">
        <w:t xml:space="preserve"> in “Definition of the H5edit Command Langu</w:t>
      </w:r>
      <w:r>
        <w:t>a</w:t>
      </w:r>
      <w:r w:rsidR="00665D21">
        <w:t>g</w:t>
      </w:r>
      <w:r>
        <w:t>e”.</w:t>
      </w:r>
    </w:p>
    <w:p w:rsidR="00777D58" w:rsidRDefault="00777D58" w:rsidP="00777D58">
      <w:r>
        <w:rPr>
          <w:rStyle w:val="Strong"/>
        </w:rPr>
        <w:t>Options and Parameters:</w:t>
      </w:r>
      <w:r>
        <w:t xml:space="preserve"> </w:t>
      </w:r>
    </w:p>
    <w:tbl>
      <w:tblPr>
        <w:tblW w:w="5000" w:type="pct"/>
        <w:tblCellSpacing w:w="15" w:type="dxa"/>
        <w:tblInd w:w="720" w:type="dxa"/>
        <w:tblLook w:val="04A0"/>
      </w:tblPr>
      <w:tblGrid>
        <w:gridCol w:w="9450"/>
      </w:tblGrid>
      <w:tr w:rsidR="00777D58" w:rsidTr="00DE53A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7D58" w:rsidRDefault="00777D58" w:rsidP="00DE53A2">
            <w:r>
              <w:t>These terms are used as follows in this section:</w:t>
            </w:r>
          </w:p>
          <w:p w:rsidR="00777D58" w:rsidRDefault="00777D58" w:rsidP="00DE53A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-h, --help</w:t>
            </w:r>
          </w:p>
          <w:p w:rsidR="00777D58" w:rsidRDefault="00777D58" w:rsidP="00DE53A2">
            <w:pPr>
              <w:ind w:left="720"/>
            </w:pPr>
            <w:r>
              <w:t>Print</w:t>
            </w:r>
            <w:r w:rsidR="009960F4">
              <w:t xml:space="preserve"> a usage message and exit</w:t>
            </w:r>
            <w:r>
              <w:t>.</w:t>
            </w:r>
          </w:p>
          <w:p w:rsidR="00777D58" w:rsidRDefault="00777D58" w:rsidP="00DE53A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-c </w:t>
            </w:r>
            <w:r>
              <w:rPr>
                <w:rFonts w:ascii="Courier New" w:hAnsi="Courier New" w:cs="Courier New"/>
                <w:i/>
              </w:rPr>
              <w:t>command</w:t>
            </w:r>
            <w:r>
              <w:rPr>
                <w:rFonts w:ascii="Courier New" w:hAnsi="Courier New" w:cs="Courier New"/>
              </w:rPr>
              <w:t xml:space="preserve">, --command </w:t>
            </w:r>
            <w:proofErr w:type="spellStart"/>
            <w:r>
              <w:rPr>
                <w:rFonts w:ascii="Courier New" w:hAnsi="Courier New" w:cs="Courier New"/>
                <w:i/>
              </w:rPr>
              <w:t>command</w:t>
            </w:r>
            <w:proofErr w:type="spellEnd"/>
          </w:p>
          <w:p w:rsidR="00777D58" w:rsidRDefault="00777D58" w:rsidP="00DE53A2">
            <w:pPr>
              <w:ind w:left="720"/>
              <w:rPr>
                <w:i/>
              </w:rPr>
            </w:pPr>
            <w:r>
              <w:t>Specif</w:t>
            </w:r>
            <w:r w:rsidR="009960F4">
              <w:t>y</w:t>
            </w:r>
            <w:r>
              <w:t xml:space="preserve"> an </w:t>
            </w:r>
            <w:r w:rsidR="00665D21">
              <w:t>H</w:t>
            </w:r>
            <w:r>
              <w:t xml:space="preserve">5edit command to apply to the file </w:t>
            </w:r>
            <w:r>
              <w:rPr>
                <w:i/>
              </w:rPr>
              <w:t>h5file.</w:t>
            </w:r>
          </w:p>
          <w:p w:rsidR="00777D58" w:rsidRDefault="00777D58" w:rsidP="00DE53A2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 xml:space="preserve">--command-file </w:t>
            </w:r>
            <w:proofErr w:type="spellStart"/>
            <w:r w:rsidR="00665D21" w:rsidRPr="00665D21">
              <w:rPr>
                <w:rFonts w:ascii="Courier New" w:hAnsi="Courier New" w:cs="Courier New"/>
                <w:i/>
              </w:rPr>
              <w:t>comm</w:t>
            </w:r>
            <w:r>
              <w:rPr>
                <w:rFonts w:ascii="Courier New" w:hAnsi="Courier New" w:cs="Courier New"/>
                <w:i/>
              </w:rPr>
              <w:t>file</w:t>
            </w:r>
            <w:proofErr w:type="spellEnd"/>
          </w:p>
          <w:p w:rsidR="00777D58" w:rsidRDefault="00777D58" w:rsidP="00DE53A2">
            <w:pPr>
              <w:ind w:left="720"/>
              <w:rPr>
                <w:i/>
              </w:rPr>
            </w:pPr>
            <w:r>
              <w:t>Specif</w:t>
            </w:r>
            <w:r w:rsidR="009960F4">
              <w:t>y</w:t>
            </w:r>
            <w:r>
              <w:t xml:space="preserve"> a command file, </w:t>
            </w:r>
            <w:proofErr w:type="spellStart"/>
            <w:proofErr w:type="gramStart"/>
            <w:r w:rsidR="00665D21" w:rsidRPr="00665D21">
              <w:rPr>
                <w:rFonts w:ascii="Courier New" w:hAnsi="Courier New" w:cs="Courier New"/>
                <w:i/>
              </w:rPr>
              <w:t>comm</w:t>
            </w:r>
            <w:r w:rsidRPr="00665D21">
              <w:rPr>
                <w:rFonts w:ascii="Courier New" w:hAnsi="Courier New" w:cs="Courier New"/>
                <w:i/>
              </w:rPr>
              <w:t>file</w:t>
            </w:r>
            <w:proofErr w:type="spellEnd"/>
            <w:r>
              <w:t>, that</w:t>
            </w:r>
            <w:proofErr w:type="gramEnd"/>
            <w:r>
              <w:t xml:space="preserve"> contains </w:t>
            </w:r>
            <w:r w:rsidR="00867BCA">
              <w:t>H</w:t>
            </w:r>
            <w:r>
              <w:t xml:space="preserve">5edit commands written in </w:t>
            </w:r>
            <w:r w:rsidR="00665D21">
              <w:t xml:space="preserve">the </w:t>
            </w:r>
            <w:r>
              <w:t>H5</w:t>
            </w:r>
            <w:r w:rsidR="00665D21">
              <w:t>e</w:t>
            </w:r>
            <w:r>
              <w:t xml:space="preserve">dit Command Language, to apply to the file </w:t>
            </w:r>
            <w:r>
              <w:rPr>
                <w:i/>
              </w:rPr>
              <w:t>h5file.</w:t>
            </w:r>
          </w:p>
          <w:p w:rsidR="00777D58" w:rsidRDefault="00777D58" w:rsidP="00DE53A2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</w:t>
            </w:r>
            <w:proofErr w:type="spellStart"/>
            <w:r>
              <w:rPr>
                <w:rFonts w:ascii="Courier New" w:hAnsi="Courier New" w:cs="Courier New"/>
              </w:rPr>
              <w:t>dryrun</w:t>
            </w:r>
            <w:proofErr w:type="spellEnd"/>
          </w:p>
          <w:p w:rsidR="00C66B27" w:rsidRDefault="00C66B27" w:rsidP="00C66B27">
            <w:pPr>
              <w:ind w:left="720"/>
              <w:rPr>
                <w:i/>
              </w:rPr>
            </w:pPr>
            <w:r>
              <w:rPr>
                <w:i/>
              </w:rPr>
              <w:t>(To be supported in future implementation)</w:t>
            </w:r>
          </w:p>
          <w:p w:rsidR="00777D58" w:rsidRDefault="00777D58" w:rsidP="00DE53A2">
            <w:pPr>
              <w:ind w:left="720"/>
            </w:pPr>
            <w:r>
              <w:t xml:space="preserve">Just check the syntax of the </w:t>
            </w:r>
            <w:r w:rsidR="00867BCA">
              <w:t>H</w:t>
            </w:r>
            <w:r>
              <w:t>5edit commands against the HDF5 file without making the actual changes to the HDF5 file.</w:t>
            </w:r>
          </w:p>
          <w:p w:rsidR="007E32F8" w:rsidRDefault="007E32F8" w:rsidP="007E32F8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--version</w:t>
            </w:r>
          </w:p>
          <w:p w:rsidR="007E32F8" w:rsidRDefault="007E32F8" w:rsidP="007E32F8">
            <w:pPr>
              <w:ind w:left="720"/>
            </w:pPr>
            <w:r w:rsidRPr="007E32F8">
              <w:t>Print the version information of h5edit</w:t>
            </w:r>
            <w:r>
              <w:t>.</w:t>
            </w:r>
          </w:p>
          <w:p w:rsidR="00777D58" w:rsidRDefault="00777D58" w:rsidP="00DE53A2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--atomic[=</w:t>
            </w:r>
            <w:r>
              <w:rPr>
                <w:rFonts w:ascii="Courier New" w:hAnsi="Courier New" w:cs="Courier New"/>
                <w:i/>
              </w:rPr>
              <w:t>atomic-level</w:t>
            </w:r>
            <w:r>
              <w:rPr>
                <w:rFonts w:ascii="Courier New" w:hAnsi="Courier New" w:cs="Courier New"/>
              </w:rPr>
              <w:t>]</w:t>
            </w:r>
          </w:p>
          <w:p w:rsidR="00777D58" w:rsidRDefault="00777D58" w:rsidP="00DE53A2">
            <w:pPr>
              <w:ind w:left="720"/>
              <w:rPr>
                <w:i/>
              </w:rPr>
            </w:pPr>
            <w:r>
              <w:rPr>
                <w:i/>
              </w:rPr>
              <w:t>(To be supported in future implementation)</w:t>
            </w:r>
          </w:p>
          <w:p w:rsidR="00777D58" w:rsidRDefault="00777D58" w:rsidP="00DE53A2">
            <w:pPr>
              <w:ind w:left="720"/>
            </w:pPr>
            <w:r>
              <w:t>Specifies the atomic level:</w:t>
            </w:r>
          </w:p>
          <w:p w:rsidR="00867BCA" w:rsidRDefault="00867BCA" w:rsidP="00DE53A2">
            <w:pPr>
              <w:ind w:left="1440"/>
            </w:pPr>
            <w:r w:rsidRPr="00867BCA">
              <w:rPr>
                <w:rFonts w:ascii="Courier New" w:hAnsi="Courier New" w:cs="Courier New"/>
                <w:i/>
              </w:rPr>
              <w:t xml:space="preserve">Yes: </w:t>
            </w:r>
            <w:r>
              <w:t>This is the default. It means the changes must be done as all or nothing. The original data file is restored in case of any command failures.</w:t>
            </w:r>
          </w:p>
          <w:p w:rsidR="00777D58" w:rsidRDefault="00777D58" w:rsidP="00DE53A2">
            <w:pPr>
              <w:ind w:left="1440"/>
              <w:rPr>
                <w:lang w:eastAsia="ko-KR"/>
              </w:rPr>
            </w:pPr>
            <w:proofErr w:type="gramStart"/>
            <w:r w:rsidRPr="00867BCA">
              <w:rPr>
                <w:rFonts w:ascii="Courier New" w:hAnsi="Courier New" w:cs="Courier New"/>
                <w:i/>
              </w:rPr>
              <w:t>no</w:t>
            </w:r>
            <w:proofErr w:type="gramEnd"/>
            <w:r w:rsidRPr="00867BCA">
              <w:rPr>
                <w:rFonts w:ascii="Courier New" w:hAnsi="Courier New" w:cs="Courier New"/>
                <w:i/>
              </w:rPr>
              <w:t xml:space="preserve">: </w:t>
            </w:r>
            <w:r>
              <w:rPr>
                <w:lang w:eastAsia="ko-KR"/>
              </w:rPr>
              <w:t>No atomicity is desired. Do as much changes as possible.</w:t>
            </w:r>
          </w:p>
          <w:p w:rsidR="00777D58" w:rsidRDefault="00777D58" w:rsidP="00DE53A2">
            <w:pPr>
              <w:ind w:left="1440"/>
            </w:pPr>
            <w:proofErr w:type="gramStart"/>
            <w:r w:rsidRPr="00867BCA">
              <w:rPr>
                <w:rFonts w:ascii="Courier New" w:hAnsi="Courier New" w:cs="Courier New"/>
                <w:i/>
              </w:rPr>
              <w:t>inc</w:t>
            </w:r>
            <w:proofErr w:type="gramEnd"/>
            <w:r w:rsidRPr="00867BCA">
              <w:rPr>
                <w:rFonts w:ascii="Courier New" w:hAnsi="Courier New" w:cs="Courier New"/>
                <w:i/>
              </w:rPr>
              <w:t>:</w:t>
            </w:r>
            <w:r w:rsidRPr="00867BCA">
              <w:rPr>
                <w:rFonts w:ascii="Courier New" w:hAnsi="Courier New" w:cs="Courier New"/>
              </w:rPr>
              <w:t xml:space="preserve"> </w:t>
            </w:r>
            <w:r>
              <w:rPr>
                <w:lang w:eastAsia="ko-KR"/>
              </w:rPr>
              <w:t>Atomicity of changes at individual command level is desired, not the entire execution.</w:t>
            </w:r>
          </w:p>
          <w:p w:rsidR="00777D58" w:rsidRDefault="00777D58" w:rsidP="00867BCA">
            <w:pPr>
              <w:ind w:left="1440"/>
            </w:pPr>
          </w:p>
        </w:tc>
      </w:tr>
    </w:tbl>
    <w:p w:rsidR="00777D58" w:rsidRDefault="00777D58" w:rsidP="00777D58">
      <w:pPr>
        <w:ind w:left="720"/>
        <w:rPr>
          <w:vanish/>
        </w:rPr>
      </w:pPr>
    </w:p>
    <w:p w:rsidR="00777D58" w:rsidRDefault="00777D58" w:rsidP="00777D58">
      <w:pPr>
        <w:rPr>
          <w:rStyle w:val="Strong"/>
        </w:rPr>
      </w:pPr>
      <w:r>
        <w:rPr>
          <w:rStyle w:val="Strong"/>
        </w:rPr>
        <w:t>H5edit Commands:</w:t>
      </w:r>
    </w:p>
    <w:tbl>
      <w:tblPr>
        <w:tblW w:w="5000" w:type="pct"/>
        <w:tblCellSpacing w:w="15" w:type="dxa"/>
        <w:tblInd w:w="720" w:type="dxa"/>
        <w:tblLook w:val="04A0"/>
      </w:tblPr>
      <w:tblGrid>
        <w:gridCol w:w="9450"/>
      </w:tblGrid>
      <w:tr w:rsidR="00777D58" w:rsidTr="00DE53A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7D58" w:rsidRDefault="00777D58" w:rsidP="00DE53A2">
            <w:r>
              <w:t>These commands are supported:</w:t>
            </w:r>
          </w:p>
          <w:p w:rsidR="00777D58" w:rsidRDefault="00777D58" w:rsidP="00DE53A2">
            <w:pPr>
              <w:ind w:left="720"/>
              <w:rPr>
                <w:sz w:val="23"/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 xml:space="preserve">create: </w:t>
            </w:r>
            <w:r>
              <w:rPr>
                <w:lang w:eastAsia="ko-KR"/>
              </w:rPr>
              <w:t>create a new attribute in an object</w:t>
            </w:r>
          </w:p>
          <w:p w:rsidR="00777D58" w:rsidRDefault="00777D58" w:rsidP="00DE53A2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delete:</w:t>
            </w:r>
            <w:r w:rsidRPr="00867BCA">
              <w:rPr>
                <w:rFonts w:ascii="Courier New" w:hAnsi="Courier New" w:cs="Courier New"/>
                <w:sz w:val="23"/>
                <w:lang w:eastAsia="ko-KR"/>
              </w:rPr>
              <w:t xml:space="preserve"> </w:t>
            </w:r>
            <w:r>
              <w:rPr>
                <w:lang w:eastAsia="ko-KR"/>
              </w:rPr>
              <w:t>delete an existing attribute from an object</w:t>
            </w:r>
          </w:p>
          <w:p w:rsidR="00777D58" w:rsidRDefault="00777D58" w:rsidP="00DE53A2">
            <w:pPr>
              <w:rPr>
                <w:lang w:eastAsia="ko-KR"/>
              </w:rPr>
            </w:pPr>
          </w:p>
          <w:p w:rsidR="00777D58" w:rsidRDefault="00777D58" w:rsidP="00DE53A2">
            <w:pPr>
              <w:rPr>
                <w:lang w:eastAsia="ko-KR"/>
              </w:rPr>
            </w:pPr>
            <w:r>
              <w:rPr>
                <w:lang w:eastAsia="ko-KR"/>
              </w:rPr>
              <w:t>These commands are to be supported in the future:</w:t>
            </w:r>
          </w:p>
          <w:p w:rsidR="00777D58" w:rsidRDefault="00777D58" w:rsidP="00DE53A2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rename:</w:t>
            </w:r>
            <w:r w:rsidR="00867BCA">
              <w:rPr>
                <w:rFonts w:ascii="Courier New" w:hAnsi="Courier New" w:cs="Courier New"/>
                <w:lang w:eastAsia="ko-KR"/>
              </w:rPr>
              <w:t xml:space="preserve"> </w:t>
            </w:r>
            <w:r>
              <w:rPr>
                <w:lang w:eastAsia="ko-KR"/>
              </w:rPr>
              <w:t>modify the name of an existing attribute</w:t>
            </w:r>
          </w:p>
          <w:p w:rsidR="00777D58" w:rsidRDefault="00777D58" w:rsidP="00DE53A2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modify:</w:t>
            </w:r>
            <w:r w:rsidR="00867BCA">
              <w:rPr>
                <w:rFonts w:ascii="Courier New" w:hAnsi="Courier New" w:cs="Courier New"/>
                <w:lang w:eastAsia="ko-KR"/>
              </w:rPr>
              <w:t xml:space="preserve"> </w:t>
            </w:r>
            <w:r>
              <w:rPr>
                <w:lang w:eastAsia="ko-KR"/>
              </w:rPr>
              <w:t>modify the value(s) of an existing attribute</w:t>
            </w:r>
          </w:p>
          <w:p w:rsidR="00777D58" w:rsidRDefault="00777D58" w:rsidP="00DE53A2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copy:</w:t>
            </w:r>
            <w:r w:rsidR="00867BCA">
              <w:rPr>
                <w:rFonts w:ascii="Courier New" w:hAnsi="Courier New" w:cs="Courier New"/>
                <w:lang w:eastAsia="ko-KR"/>
              </w:rPr>
              <w:t xml:space="preserve">   </w:t>
            </w:r>
            <w:r>
              <w:rPr>
                <w:lang w:eastAsia="ko-KR"/>
              </w:rPr>
              <w:t xml:space="preserve">copy an existing attribute from one object to another object </w:t>
            </w:r>
          </w:p>
          <w:p w:rsidR="00777D58" w:rsidRDefault="00777D58" w:rsidP="00DE53A2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move:</w:t>
            </w:r>
            <w:r w:rsidR="00867BCA">
              <w:rPr>
                <w:rFonts w:ascii="Courier New" w:hAnsi="Courier New" w:cs="Courier New"/>
                <w:lang w:eastAsia="ko-KR"/>
              </w:rPr>
              <w:t xml:space="preserve">   </w:t>
            </w:r>
            <w:r>
              <w:rPr>
                <w:lang w:eastAsia="ko-KR"/>
              </w:rPr>
              <w:t xml:space="preserve">move an existing attribute from one object to another object </w:t>
            </w:r>
          </w:p>
          <w:p w:rsidR="00777D58" w:rsidRDefault="00777D58" w:rsidP="00DE53A2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lastRenderedPageBreak/>
              <w:t>exists:</w:t>
            </w:r>
            <w:r>
              <w:rPr>
                <w:lang w:eastAsia="ko-KR"/>
              </w:rPr>
              <w:t xml:space="preserve"> </w:t>
            </w:r>
            <w:r w:rsidR="00867BCA"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check if an attribute exists</w:t>
            </w:r>
          </w:p>
        </w:tc>
      </w:tr>
    </w:tbl>
    <w:p w:rsidR="00777D58" w:rsidRDefault="00777D58" w:rsidP="00777D58">
      <w:r>
        <w:rPr>
          <w:rStyle w:val="Strong"/>
        </w:rPr>
        <w:lastRenderedPageBreak/>
        <w:t>Exit Status:</w:t>
      </w:r>
    </w:p>
    <w:tbl>
      <w:tblPr>
        <w:tblW w:w="0" w:type="auto"/>
        <w:tblCellSpacing w:w="15" w:type="dxa"/>
        <w:tblInd w:w="720" w:type="dxa"/>
        <w:tblLook w:val="04A0"/>
      </w:tblPr>
      <w:tblGrid>
        <w:gridCol w:w="571"/>
        <w:gridCol w:w="1855"/>
      </w:tblGrid>
      <w:tr w:rsidR="00777D58" w:rsidTr="00DE53A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7D58" w:rsidRDefault="00777D58" w:rsidP="00DE53A2">
            <w: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7D58" w:rsidRDefault="00777D58" w:rsidP="00DE53A2">
            <w:r>
              <w:t>Succeeded.</w:t>
            </w:r>
          </w:p>
        </w:tc>
      </w:tr>
      <w:tr w:rsidR="00777D58" w:rsidTr="00DE53A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7D58" w:rsidRDefault="00777D58" w:rsidP="00DE53A2">
            <w:r>
              <w:t>&gt;0   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7D58" w:rsidRDefault="00777D58" w:rsidP="00DE53A2">
            <w:r>
              <w:t>An error occurred.</w:t>
            </w:r>
          </w:p>
        </w:tc>
      </w:tr>
    </w:tbl>
    <w:p w:rsidR="00777D58" w:rsidRDefault="0010753E" w:rsidP="00777D58">
      <w:pPr>
        <w:jc w:val="center"/>
      </w:pPr>
      <w:r>
        <w:pict>
          <v:rect id="_x0000_i1025" style="width:496.8pt;height:1.5pt" o:hralign="center" o:hrstd="t" o:hr="t" fillcolor="#a0a0a0" stroked="f"/>
        </w:pict>
      </w:r>
    </w:p>
    <w:p w:rsidR="00971C06" w:rsidRDefault="00777D58">
      <w:r>
        <w:t xml:space="preserve">Last </w:t>
      </w:r>
      <w:r w:rsidR="00E54527">
        <w:t>revised</w:t>
      </w:r>
      <w:r>
        <w:t xml:space="preserve">: </w:t>
      </w:r>
      <w:r w:rsidR="00F9257D">
        <w:t>2011</w:t>
      </w:r>
      <w:r w:rsidR="000867EB">
        <w:t>/</w:t>
      </w:r>
      <w:r w:rsidR="00F9257D">
        <w:t>07</w:t>
      </w:r>
      <w:r w:rsidR="000867EB">
        <w:t>/</w:t>
      </w:r>
      <w:r w:rsidR="00E54527">
        <w:t>30</w:t>
      </w:r>
    </w:p>
    <w:sectPr w:rsidR="00971C06" w:rsidSect="0037623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F57" w:rsidRDefault="00AF3F57" w:rsidP="005E03E6">
      <w:r>
        <w:separator/>
      </w:r>
    </w:p>
  </w:endnote>
  <w:endnote w:type="continuationSeparator" w:id="0">
    <w:p w:rsidR="00AF3F57" w:rsidRDefault="00AF3F57" w:rsidP="005E0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8425"/>
      <w:docPartObj>
        <w:docPartGallery w:val="Page Numbers (Bottom of Page)"/>
        <w:docPartUnique/>
      </w:docPartObj>
    </w:sdtPr>
    <w:sdtContent>
      <w:sdt>
        <w:sdtPr>
          <w:id w:val="1478426"/>
          <w:docPartObj>
            <w:docPartGallery w:val="Page Numbers (Top of Page)"/>
            <w:docPartUnique/>
          </w:docPartObj>
        </w:sdtPr>
        <w:sdtContent>
          <w:p w:rsidR="003B5676" w:rsidRDefault="003B5676" w:rsidP="003B5676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leftMargin">
                    <wp:posOffset>821055</wp:posOffset>
                  </wp:positionH>
                  <wp:positionV relativeFrom="bottomMargin">
                    <wp:posOffset>128905</wp:posOffset>
                  </wp:positionV>
                  <wp:extent cx="593090" cy="361950"/>
                  <wp:effectExtent l="19050" t="0" r="0" b="0"/>
                  <wp:wrapSquare wrapText="right"/>
                  <wp:docPr id="7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09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ab/>
              <w:t>Version 1.0.0</w:t>
            </w:r>
            <w:r>
              <w:tab/>
              <w:t xml:space="preserve">Page </w:t>
            </w:r>
            <w:fldSimple w:instr=" PAGE ">
              <w:r w:rsidR="00E54527">
                <w:rPr>
                  <w:noProof/>
                </w:rPr>
                <w:t>2</w:t>
              </w:r>
            </w:fldSimple>
            <w:r>
              <w:t xml:space="preserve"> of </w:t>
            </w:r>
            <w:fldSimple w:instr=" NUMPAGES  ">
              <w:r w:rsidR="00E54527">
                <w:rPr>
                  <w:noProof/>
                </w:rPr>
                <w:t>2</w:t>
              </w:r>
            </w:fldSimple>
          </w:p>
        </w:sdtContent>
      </w:sdt>
    </w:sdtContent>
  </w:sdt>
  <w:p w:rsidR="005E03E6" w:rsidRPr="003B5676" w:rsidRDefault="005E03E6" w:rsidP="003B56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F57" w:rsidRDefault="00AF3F57" w:rsidP="005E03E6">
      <w:r>
        <w:separator/>
      </w:r>
    </w:p>
  </w:footnote>
  <w:footnote w:type="continuationSeparator" w:id="0">
    <w:p w:rsidR="00AF3F57" w:rsidRDefault="00AF3F57" w:rsidP="005E03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7D58"/>
    <w:rsid w:val="000867EB"/>
    <w:rsid w:val="00086BDE"/>
    <w:rsid w:val="0010753E"/>
    <w:rsid w:val="00300A2F"/>
    <w:rsid w:val="00376230"/>
    <w:rsid w:val="00386AA1"/>
    <w:rsid w:val="003B5676"/>
    <w:rsid w:val="00446D84"/>
    <w:rsid w:val="00513812"/>
    <w:rsid w:val="0057706A"/>
    <w:rsid w:val="005E03E6"/>
    <w:rsid w:val="006163B3"/>
    <w:rsid w:val="0065162B"/>
    <w:rsid w:val="00665D21"/>
    <w:rsid w:val="00777D58"/>
    <w:rsid w:val="007E32F8"/>
    <w:rsid w:val="0082084F"/>
    <w:rsid w:val="00867BCA"/>
    <w:rsid w:val="00971C06"/>
    <w:rsid w:val="009960F4"/>
    <w:rsid w:val="00A47945"/>
    <w:rsid w:val="00A979A9"/>
    <w:rsid w:val="00AF3F57"/>
    <w:rsid w:val="00BC031D"/>
    <w:rsid w:val="00C14793"/>
    <w:rsid w:val="00C15A67"/>
    <w:rsid w:val="00C21BD3"/>
    <w:rsid w:val="00C66B27"/>
    <w:rsid w:val="00C80312"/>
    <w:rsid w:val="00D525E3"/>
    <w:rsid w:val="00DB68AA"/>
    <w:rsid w:val="00DC7C49"/>
    <w:rsid w:val="00E54527"/>
    <w:rsid w:val="00F01CB6"/>
    <w:rsid w:val="00F92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D5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sid w:val="00777D58"/>
    <w:rPr>
      <w:rFonts w:ascii="Courier New" w:eastAsiaTheme="minorEastAsia" w:hAnsi="Courier New" w:cs="Courier New" w:hint="default"/>
      <w:sz w:val="20"/>
      <w:szCs w:val="20"/>
    </w:rPr>
  </w:style>
  <w:style w:type="character" w:styleId="Strong">
    <w:name w:val="Strong"/>
    <w:basedOn w:val="DefaultParagraphFont"/>
    <w:uiPriority w:val="22"/>
    <w:qFormat/>
    <w:rsid w:val="00777D58"/>
    <w:rPr>
      <w:b/>
      <w:bCs/>
    </w:rPr>
  </w:style>
  <w:style w:type="character" w:styleId="Emphasis">
    <w:name w:val="Emphasis"/>
    <w:basedOn w:val="DefaultParagraphFont"/>
    <w:uiPriority w:val="20"/>
    <w:qFormat/>
    <w:rsid w:val="00777D58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5E03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03E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03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03E6"/>
    <w:rPr>
      <w:rFonts w:ascii="Times New Roman" w:eastAsiaTheme="minorEastAsia" w:hAnsi="Times New Roman" w:cs="Times New Roman"/>
      <w:sz w:val="24"/>
      <w:szCs w:val="24"/>
    </w:rPr>
  </w:style>
  <w:style w:type="paragraph" w:customStyle="1" w:styleId="THGHeader2">
    <w:name w:val="THG Header2"/>
    <w:basedOn w:val="Header"/>
    <w:link w:val="THGHeader2Char"/>
    <w:uiPriority w:val="22"/>
    <w:qFormat/>
    <w:rsid w:val="003B5676"/>
    <w:pPr>
      <w:pBdr>
        <w:bottom w:val="single" w:sz="8" w:space="1" w:color="4F81BD" w:themeColor="accent1"/>
      </w:pBdr>
      <w:jc w:val="both"/>
    </w:pPr>
    <w:rPr>
      <w:rFonts w:asciiTheme="minorHAnsi" w:hAnsiTheme="minorHAnsi" w:cstheme="minorBidi"/>
      <w:szCs w:val="22"/>
    </w:rPr>
  </w:style>
  <w:style w:type="character" w:customStyle="1" w:styleId="THGHeader2Char">
    <w:name w:val="THG Header2 Char"/>
    <w:basedOn w:val="HeaderChar"/>
    <w:link w:val="THGHeader2"/>
    <w:uiPriority w:val="22"/>
    <w:rsid w:val="003B5676"/>
  </w:style>
  <w:style w:type="paragraph" w:customStyle="1" w:styleId="HDFFooter">
    <w:name w:val="HDF Footer"/>
    <w:basedOn w:val="Footer"/>
    <w:link w:val="HDFFooterChar"/>
    <w:uiPriority w:val="23"/>
    <w:qFormat/>
    <w:rsid w:val="003B5676"/>
    <w:pPr>
      <w:pBdr>
        <w:top w:val="single" w:sz="8" w:space="1" w:color="4F81BD" w:themeColor="accent1"/>
      </w:pBdr>
      <w:jc w:val="right"/>
    </w:pPr>
    <w:rPr>
      <w:rFonts w:asciiTheme="minorHAnsi" w:hAnsiTheme="minorHAnsi" w:cstheme="minorBidi"/>
      <w:szCs w:val="22"/>
    </w:rPr>
  </w:style>
  <w:style w:type="character" w:customStyle="1" w:styleId="HDFFooterChar">
    <w:name w:val="HDF Footer Char"/>
    <w:basedOn w:val="FooterChar"/>
    <w:link w:val="HDFFooter"/>
    <w:uiPriority w:val="23"/>
    <w:rsid w:val="003B56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Cheng</dc:creator>
  <cp:lastModifiedBy>Albert Cheng</cp:lastModifiedBy>
  <cp:revision>11</cp:revision>
  <dcterms:created xsi:type="dcterms:W3CDTF">2010-11-02T21:49:00Z</dcterms:created>
  <dcterms:modified xsi:type="dcterms:W3CDTF">2011-07-31T05:20:00Z</dcterms:modified>
</cp:coreProperties>
</file>